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22" w:rsidRDefault="00271F22" w:rsidP="00491719"/>
    <w:p w:rsidR="00271F22" w:rsidRDefault="00271F22" w:rsidP="00491719"/>
    <w:p w:rsidR="00271F22" w:rsidRDefault="00271F22" w:rsidP="00491719"/>
    <w:p w:rsidR="00271F22" w:rsidRDefault="00271F22" w:rsidP="00491719">
      <w:r>
        <w:t>POROČILO LIKOVNE SEKCIJE DI DRAVOGRAD</w:t>
      </w:r>
    </w:p>
    <w:p w:rsidR="00271F22" w:rsidRDefault="00271F22" w:rsidP="00491719"/>
    <w:p w:rsidR="00271F22" w:rsidRDefault="00271F22" w:rsidP="00491719">
      <w:r>
        <w:t>Likovna sekcija DI šteje 8 članov, kateri aktivno delujejo v Kulturnem društvu Dravograd</w:t>
      </w:r>
    </w:p>
    <w:p w:rsidR="00271F22" w:rsidRDefault="00271F22" w:rsidP="00491719">
      <w:r>
        <w:t xml:space="preserve">in svoje aktivnosti prenašajo v društvo invalidov. Sodelujejo na razstavah društva, posebej se </w:t>
      </w:r>
    </w:p>
    <w:p w:rsidR="00271F22" w:rsidRDefault="00271F22" w:rsidP="00491719">
      <w:r>
        <w:t>predstavijo ob Mednarodnem dnevu invalidov 3. december, ko ima društvo dan odprtih vrat.</w:t>
      </w:r>
    </w:p>
    <w:p w:rsidR="00271F22" w:rsidRDefault="00271F22" w:rsidP="00491719">
      <w:r>
        <w:t xml:space="preserve">Šest članov LS DI se je udeležilo tudi tradicionalne kolonije v Jiršovcih, dva v koloniji na Ojstrici in </w:t>
      </w:r>
    </w:p>
    <w:p w:rsidR="00271F22" w:rsidRDefault="00271F22" w:rsidP="00491719">
      <w:r>
        <w:t xml:space="preserve">kar nekaj likovnih dni  so izvedli, kjer so nastala čudovita dela, katera so predstavili na pregledni </w:t>
      </w:r>
    </w:p>
    <w:p w:rsidR="00271F22" w:rsidRDefault="00271F22" w:rsidP="00491719">
      <w:r>
        <w:t>razstavi v info pisarni.</w:t>
      </w:r>
    </w:p>
    <w:p w:rsidR="00271F22" w:rsidRDefault="00271F22" w:rsidP="00491719"/>
    <w:p w:rsidR="00271F22" w:rsidRDefault="00271F22" w:rsidP="00491719"/>
    <w:p w:rsidR="00271F22" w:rsidRDefault="00271F22" w:rsidP="00491719">
      <w:r>
        <w:t>Sestavila Marjana Halužan</w:t>
      </w:r>
      <w:bookmarkStart w:id="0" w:name="_GoBack"/>
      <w:bookmarkEnd w:id="0"/>
    </w:p>
    <w:p w:rsidR="00271F22" w:rsidRPr="002C2F2A" w:rsidRDefault="00271F22" w:rsidP="002C2F2A"/>
    <w:sectPr w:rsidR="00271F22" w:rsidRPr="002C2F2A" w:rsidSect="00464AB8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F22" w:rsidRDefault="00271F22">
      <w:r>
        <w:separator/>
      </w:r>
    </w:p>
  </w:endnote>
  <w:endnote w:type="continuationSeparator" w:id="0">
    <w:p w:rsidR="00271F22" w:rsidRDefault="00271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F22" w:rsidRDefault="00271F22" w:rsidP="006F4C0F">
    <w:pPr>
      <w:pStyle w:val="Footer"/>
      <w:pBdr>
        <w:top w:val="single" w:sz="4" w:space="1" w:color="000000"/>
      </w:pBdr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lika 7" o:spid="_x0000_s2050" type="#_x0000_t75" alt="FIHO_logo" style="position:absolute;left:0;text-align:left;margin-left:4.5pt;margin-top:7.5pt;width:90pt;height:22.9pt;z-index:251662336;visibility:visible">
          <v:imagedata r:id="rId1" o:title=""/>
          <w10:wrap type="topAndBottom"/>
        </v:shape>
      </w:pict>
    </w:r>
    <w:r w:rsidRPr="00C74EFB">
      <w:rPr>
        <w:sz w:val="16"/>
        <w:szCs w:val="16"/>
      </w:rPr>
      <w:t xml:space="preserve">Programe in delovanje </w:t>
    </w:r>
    <w:r>
      <w:rPr>
        <w:sz w:val="16"/>
        <w:szCs w:val="16"/>
      </w:rPr>
      <w:t>DI Dravograd</w:t>
    </w:r>
    <w:r w:rsidRPr="00C74EFB">
      <w:rPr>
        <w:sz w:val="16"/>
        <w:szCs w:val="16"/>
      </w:rPr>
      <w:t xml:space="preserve"> sofinancira FIHO. Stališča </w:t>
    </w:r>
    <w:r>
      <w:rPr>
        <w:sz w:val="16"/>
        <w:szCs w:val="16"/>
      </w:rPr>
      <w:t xml:space="preserve">DI Dravograd </w:t>
    </w:r>
    <w:r w:rsidRPr="00C74EFB">
      <w:rPr>
        <w:sz w:val="16"/>
        <w:szCs w:val="16"/>
      </w:rPr>
      <w:t xml:space="preserve"> ne izražajo stališč FIHO</w:t>
    </w:r>
    <w:r w:rsidRPr="00C15388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F22" w:rsidRDefault="00271F22">
      <w:r>
        <w:separator/>
      </w:r>
    </w:p>
  </w:footnote>
  <w:footnote w:type="continuationSeparator" w:id="0">
    <w:p w:rsidR="00271F22" w:rsidRDefault="00271F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F22" w:rsidRPr="008E1F0B" w:rsidRDefault="00271F22" w:rsidP="00E64205">
    <w:pPr>
      <w:pStyle w:val="Title"/>
      <w:tabs>
        <w:tab w:val="left" w:pos="4111"/>
      </w:tabs>
      <w:jc w:val="right"/>
      <w:rPr>
        <w:sz w:val="24"/>
        <w:szCs w:val="24"/>
        <w:u w:val="none"/>
      </w:rPr>
    </w:pPr>
    <w:r w:rsidRPr="008E1F0B">
      <w:rPr>
        <w:sz w:val="24"/>
        <w:szCs w:val="24"/>
        <w:u w:val="none"/>
      </w:rPr>
      <w:t>Društvo invalidov Dravograd, Trg 4.</w:t>
    </w:r>
    <w:r>
      <w:rPr>
        <w:sz w:val="24"/>
        <w:szCs w:val="24"/>
        <w:u w:val="none"/>
      </w:rPr>
      <w:t xml:space="preserve"> </w:t>
    </w:r>
    <w:r w:rsidRPr="008E1F0B">
      <w:rPr>
        <w:sz w:val="24"/>
        <w:szCs w:val="24"/>
        <w:u w:val="none"/>
      </w:rPr>
      <w:t>julija 18, 2370 Dravograd</w:t>
    </w:r>
  </w:p>
  <w:p w:rsidR="00271F22" w:rsidRDefault="00271F22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 w:rsidRPr="00DF6CA9">
      <w:rPr>
        <w:b w:val="0"/>
        <w:bCs w:val="0"/>
        <w:sz w:val="20"/>
        <w:szCs w:val="20"/>
        <w:u w:val="none"/>
      </w:rPr>
      <w:t>Tel., faks:  (02) 8784 – 200</w:t>
    </w:r>
    <w:r>
      <w:rPr>
        <w:b w:val="0"/>
        <w:bCs w:val="0"/>
        <w:sz w:val="20"/>
        <w:szCs w:val="20"/>
        <w:u w:val="none"/>
      </w:rPr>
      <w:t>,</w:t>
    </w:r>
    <w:r w:rsidRPr="00DF6CA9">
      <w:rPr>
        <w:b w:val="0"/>
        <w:bCs w:val="0"/>
        <w:sz w:val="20"/>
        <w:szCs w:val="20"/>
        <w:u w:val="none"/>
      </w:rPr>
      <w:t xml:space="preserve">  e-pošta: </w:t>
    </w:r>
    <w:hyperlink r:id="rId1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di@dravograd.si</w:t>
      </w:r>
    </w:hyperlink>
    <w:r>
      <w:rPr>
        <w:b w:val="0"/>
        <w:bCs w:val="0"/>
        <w:sz w:val="20"/>
        <w:szCs w:val="20"/>
        <w:u w:val="none"/>
      </w:rPr>
      <w:t xml:space="preserve">, </w:t>
    </w:r>
    <w:r w:rsidRPr="00DF6CA9">
      <w:rPr>
        <w:b w:val="0"/>
        <w:bCs w:val="0"/>
        <w:sz w:val="20"/>
        <w:szCs w:val="20"/>
        <w:u w:val="none"/>
      </w:rPr>
      <w:t xml:space="preserve"> </w:t>
    </w:r>
    <w:hyperlink r:id="rId2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http://www.di-dravograd.eu/</w:t>
      </w:r>
    </w:hyperlink>
  </w:p>
  <w:p w:rsidR="00271F22" w:rsidRPr="00DF6CA9" w:rsidRDefault="00271F22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>
      <w:rPr>
        <w:b w:val="0"/>
        <w:bCs w:val="0"/>
        <w:sz w:val="20"/>
        <w:szCs w:val="20"/>
        <w:u w:val="none"/>
      </w:rPr>
      <w:t>DŠ: 37888293, TRR: 02470-0010113926</w:t>
    </w:r>
  </w:p>
  <w:p w:rsidR="00271F22" w:rsidRDefault="00271F22" w:rsidP="00E64205">
    <w:pPr>
      <w:pStyle w:val="Title"/>
      <w:tabs>
        <w:tab w:val="left" w:pos="532"/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lika 6" o:spid="_x0000_s2049" type="#_x0000_t75" style="position:absolute;left:0;text-align:left;margin-left:-5.65pt;margin-top:-37.25pt;width:63pt;height:62.6pt;z-index:-251656192;visibility:visible" wrapcoords="-257 0 -257 21340 21600 21340 21600 0 -257 0">
          <v:imagedata r:id="rId3" o:title=""/>
          <w10:wrap type="tight"/>
        </v:shape>
      </w:pict>
    </w:r>
  </w:p>
  <w:p w:rsidR="00271F22" w:rsidRPr="008E1F0B" w:rsidRDefault="00271F22" w:rsidP="00E64205">
    <w:pPr>
      <w:pStyle w:val="Title"/>
      <w:tabs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rFonts w:ascii="Arial" w:hAnsi="Arial" w:cs="Arial"/>
        <w:b w:val="0"/>
        <w:bCs w:val="0"/>
        <w:sz w:val="16"/>
        <w:szCs w:val="16"/>
        <w:u w:val="none"/>
      </w:rPr>
      <w:t>NIČ O INVALIDIH BREZ INVALIDOV</w:t>
    </w:r>
  </w:p>
  <w:p w:rsidR="00271F22" w:rsidRDefault="00271F22" w:rsidP="006F4C0F">
    <w:pPr>
      <w:pStyle w:val="Header"/>
      <w:pBdr>
        <w:bottom w:val="single" w:sz="4" w:space="1" w:color="000000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58C0"/>
    <w:multiLevelType w:val="hybridMultilevel"/>
    <w:tmpl w:val="5B322A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D3FA6"/>
    <w:multiLevelType w:val="hybridMultilevel"/>
    <w:tmpl w:val="65305F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757D7"/>
    <w:multiLevelType w:val="hybridMultilevel"/>
    <w:tmpl w:val="AE020600"/>
    <w:lvl w:ilvl="0" w:tplc="8646D38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57574A1"/>
    <w:multiLevelType w:val="hybridMultilevel"/>
    <w:tmpl w:val="612A24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0BA"/>
    <w:rsid w:val="00001BF6"/>
    <w:rsid w:val="00014BDF"/>
    <w:rsid w:val="00020237"/>
    <w:rsid w:val="000220D0"/>
    <w:rsid w:val="00026C85"/>
    <w:rsid w:val="000372F9"/>
    <w:rsid w:val="00037352"/>
    <w:rsid w:val="00044C2C"/>
    <w:rsid w:val="00044FFA"/>
    <w:rsid w:val="0005088B"/>
    <w:rsid w:val="00051BA4"/>
    <w:rsid w:val="00056425"/>
    <w:rsid w:val="000806A6"/>
    <w:rsid w:val="000A1BEF"/>
    <w:rsid w:val="000A5FDA"/>
    <w:rsid w:val="000D27F6"/>
    <w:rsid w:val="000E09AE"/>
    <w:rsid w:val="000E5DAE"/>
    <w:rsid w:val="00123A7F"/>
    <w:rsid w:val="001354A0"/>
    <w:rsid w:val="00154E69"/>
    <w:rsid w:val="00176072"/>
    <w:rsid w:val="001776FB"/>
    <w:rsid w:val="001A01DD"/>
    <w:rsid w:val="001B0F3A"/>
    <w:rsid w:val="001E13B2"/>
    <w:rsid w:val="001F0D41"/>
    <w:rsid w:val="001F6500"/>
    <w:rsid w:val="00204FB4"/>
    <w:rsid w:val="00213D2E"/>
    <w:rsid w:val="002227E9"/>
    <w:rsid w:val="00230729"/>
    <w:rsid w:val="00267462"/>
    <w:rsid w:val="00271F22"/>
    <w:rsid w:val="00272DBD"/>
    <w:rsid w:val="00275ED9"/>
    <w:rsid w:val="00293633"/>
    <w:rsid w:val="002A17DE"/>
    <w:rsid w:val="002B1FBB"/>
    <w:rsid w:val="002B323B"/>
    <w:rsid w:val="002C2F2A"/>
    <w:rsid w:val="002D4B8B"/>
    <w:rsid w:val="002D5330"/>
    <w:rsid w:val="00304E5F"/>
    <w:rsid w:val="00307771"/>
    <w:rsid w:val="00311DC2"/>
    <w:rsid w:val="0033103C"/>
    <w:rsid w:val="003408E3"/>
    <w:rsid w:val="0034767E"/>
    <w:rsid w:val="003515B3"/>
    <w:rsid w:val="003536CF"/>
    <w:rsid w:val="00356E04"/>
    <w:rsid w:val="00362870"/>
    <w:rsid w:val="003666A5"/>
    <w:rsid w:val="003704C5"/>
    <w:rsid w:val="003A244E"/>
    <w:rsid w:val="003A3BF1"/>
    <w:rsid w:val="003B18C2"/>
    <w:rsid w:val="003C163C"/>
    <w:rsid w:val="003C5CA2"/>
    <w:rsid w:val="003D0995"/>
    <w:rsid w:val="003D67D7"/>
    <w:rsid w:val="003E2A0F"/>
    <w:rsid w:val="003E5056"/>
    <w:rsid w:val="003F2993"/>
    <w:rsid w:val="003F7F2F"/>
    <w:rsid w:val="00441D96"/>
    <w:rsid w:val="00443F69"/>
    <w:rsid w:val="00464AB8"/>
    <w:rsid w:val="0046775B"/>
    <w:rsid w:val="00471ACE"/>
    <w:rsid w:val="00485926"/>
    <w:rsid w:val="004914C8"/>
    <w:rsid w:val="00491719"/>
    <w:rsid w:val="004A3AF5"/>
    <w:rsid w:val="004A775A"/>
    <w:rsid w:val="004C1A86"/>
    <w:rsid w:val="004D2462"/>
    <w:rsid w:val="004F73D0"/>
    <w:rsid w:val="00526583"/>
    <w:rsid w:val="005312C1"/>
    <w:rsid w:val="00533862"/>
    <w:rsid w:val="005339CE"/>
    <w:rsid w:val="0055128F"/>
    <w:rsid w:val="00556B1F"/>
    <w:rsid w:val="00557C3B"/>
    <w:rsid w:val="00582833"/>
    <w:rsid w:val="00582912"/>
    <w:rsid w:val="0058405C"/>
    <w:rsid w:val="00597F0A"/>
    <w:rsid w:val="005B785E"/>
    <w:rsid w:val="005C0FA3"/>
    <w:rsid w:val="005F70BA"/>
    <w:rsid w:val="0060165D"/>
    <w:rsid w:val="00611F89"/>
    <w:rsid w:val="00616A4C"/>
    <w:rsid w:val="0065107C"/>
    <w:rsid w:val="006652FC"/>
    <w:rsid w:val="006703D0"/>
    <w:rsid w:val="00670B09"/>
    <w:rsid w:val="006C2C7C"/>
    <w:rsid w:val="006C341C"/>
    <w:rsid w:val="006E05A4"/>
    <w:rsid w:val="006F4736"/>
    <w:rsid w:val="006F4C0F"/>
    <w:rsid w:val="007234E1"/>
    <w:rsid w:val="007469CE"/>
    <w:rsid w:val="00781C59"/>
    <w:rsid w:val="00795E93"/>
    <w:rsid w:val="007D0AC6"/>
    <w:rsid w:val="007E2EA7"/>
    <w:rsid w:val="007F0B4B"/>
    <w:rsid w:val="00801E39"/>
    <w:rsid w:val="0080739E"/>
    <w:rsid w:val="00813E35"/>
    <w:rsid w:val="00851A79"/>
    <w:rsid w:val="008564DD"/>
    <w:rsid w:val="008711F9"/>
    <w:rsid w:val="008830F5"/>
    <w:rsid w:val="00895228"/>
    <w:rsid w:val="008A04C9"/>
    <w:rsid w:val="008A36BD"/>
    <w:rsid w:val="008B2E40"/>
    <w:rsid w:val="008B4278"/>
    <w:rsid w:val="008C013C"/>
    <w:rsid w:val="008C5396"/>
    <w:rsid w:val="008E0DA5"/>
    <w:rsid w:val="008E1F0B"/>
    <w:rsid w:val="008E7F20"/>
    <w:rsid w:val="009007EA"/>
    <w:rsid w:val="009029FA"/>
    <w:rsid w:val="00905089"/>
    <w:rsid w:val="00923D9A"/>
    <w:rsid w:val="00935C52"/>
    <w:rsid w:val="00954BB6"/>
    <w:rsid w:val="009553B8"/>
    <w:rsid w:val="00964ABF"/>
    <w:rsid w:val="009741B8"/>
    <w:rsid w:val="00980934"/>
    <w:rsid w:val="009A512D"/>
    <w:rsid w:val="009B5E75"/>
    <w:rsid w:val="009D3405"/>
    <w:rsid w:val="009D3BF1"/>
    <w:rsid w:val="009F6A2F"/>
    <w:rsid w:val="00A05AD8"/>
    <w:rsid w:val="00A11ADD"/>
    <w:rsid w:val="00A13AA6"/>
    <w:rsid w:val="00A15489"/>
    <w:rsid w:val="00A3502E"/>
    <w:rsid w:val="00A43C3C"/>
    <w:rsid w:val="00A537A7"/>
    <w:rsid w:val="00A539B2"/>
    <w:rsid w:val="00A53EA1"/>
    <w:rsid w:val="00A54675"/>
    <w:rsid w:val="00A61EA4"/>
    <w:rsid w:val="00A70C2E"/>
    <w:rsid w:val="00A72698"/>
    <w:rsid w:val="00A80331"/>
    <w:rsid w:val="00A84F49"/>
    <w:rsid w:val="00A924BC"/>
    <w:rsid w:val="00A93B44"/>
    <w:rsid w:val="00AA2F23"/>
    <w:rsid w:val="00AA4089"/>
    <w:rsid w:val="00AA6CE4"/>
    <w:rsid w:val="00AB63E5"/>
    <w:rsid w:val="00AC4676"/>
    <w:rsid w:val="00AC575F"/>
    <w:rsid w:val="00AE2BFA"/>
    <w:rsid w:val="00B816B9"/>
    <w:rsid w:val="00BA4CC1"/>
    <w:rsid w:val="00BB1924"/>
    <w:rsid w:val="00BE1AA7"/>
    <w:rsid w:val="00BE34A9"/>
    <w:rsid w:val="00BF4A6E"/>
    <w:rsid w:val="00C15388"/>
    <w:rsid w:val="00C449D2"/>
    <w:rsid w:val="00C50E1C"/>
    <w:rsid w:val="00C61526"/>
    <w:rsid w:val="00C64397"/>
    <w:rsid w:val="00C74EFB"/>
    <w:rsid w:val="00C800DD"/>
    <w:rsid w:val="00CA3B83"/>
    <w:rsid w:val="00CA4C07"/>
    <w:rsid w:val="00CA52ED"/>
    <w:rsid w:val="00CB5CBC"/>
    <w:rsid w:val="00CC0EB2"/>
    <w:rsid w:val="00CE115C"/>
    <w:rsid w:val="00D103FD"/>
    <w:rsid w:val="00D109CE"/>
    <w:rsid w:val="00D367DC"/>
    <w:rsid w:val="00D43478"/>
    <w:rsid w:val="00D6279D"/>
    <w:rsid w:val="00D66962"/>
    <w:rsid w:val="00D850CE"/>
    <w:rsid w:val="00DB24E0"/>
    <w:rsid w:val="00DB424A"/>
    <w:rsid w:val="00DB4E8E"/>
    <w:rsid w:val="00DD5074"/>
    <w:rsid w:val="00DE4170"/>
    <w:rsid w:val="00DF6CA9"/>
    <w:rsid w:val="00E073BC"/>
    <w:rsid w:val="00E35C6A"/>
    <w:rsid w:val="00E5551D"/>
    <w:rsid w:val="00E64205"/>
    <w:rsid w:val="00E709BC"/>
    <w:rsid w:val="00E837CA"/>
    <w:rsid w:val="00E9667E"/>
    <w:rsid w:val="00ED5B86"/>
    <w:rsid w:val="00EE7CDC"/>
    <w:rsid w:val="00F06031"/>
    <w:rsid w:val="00F26A87"/>
    <w:rsid w:val="00F3048F"/>
    <w:rsid w:val="00F419A9"/>
    <w:rsid w:val="00F53203"/>
    <w:rsid w:val="00F76F99"/>
    <w:rsid w:val="00F777CD"/>
    <w:rsid w:val="00F856EE"/>
    <w:rsid w:val="00F871CE"/>
    <w:rsid w:val="00F92A4D"/>
    <w:rsid w:val="00FB08DD"/>
    <w:rsid w:val="00FB78FD"/>
    <w:rsid w:val="00FC3E43"/>
    <w:rsid w:val="00FC68BF"/>
    <w:rsid w:val="00FE1F34"/>
    <w:rsid w:val="00FE27F1"/>
    <w:rsid w:val="00FF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71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70BA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eastAsia="sl-S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0FA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F70BA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eastAsia="sl-S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0FA3"/>
    <w:rPr>
      <w:sz w:val="24"/>
      <w:szCs w:val="24"/>
    </w:rPr>
  </w:style>
  <w:style w:type="character" w:styleId="Hyperlink">
    <w:name w:val="Hyperlink"/>
    <w:basedOn w:val="DefaultParagraphFont"/>
    <w:uiPriority w:val="99"/>
    <w:rsid w:val="005F70BA"/>
    <w:rPr>
      <w:color w:val="0000FF"/>
      <w:u w:val="single"/>
    </w:rPr>
  </w:style>
  <w:style w:type="character" w:customStyle="1" w:styleId="TitleChar">
    <w:name w:val="Title Char"/>
    <w:uiPriority w:val="99"/>
    <w:locked/>
    <w:rsid w:val="005F70BA"/>
    <w:rPr>
      <w:rFonts w:ascii="Arial Narrow" w:hAnsi="Arial Narrow" w:cs="Arial Narrow"/>
      <w:b/>
      <w:bCs/>
      <w:sz w:val="28"/>
      <w:szCs w:val="28"/>
      <w:u w:val="single"/>
      <w:lang w:val="sl-SI" w:eastAsia="sl-SI"/>
    </w:rPr>
  </w:style>
  <w:style w:type="paragraph" w:styleId="Title">
    <w:name w:val="Title"/>
    <w:basedOn w:val="Normal"/>
    <w:link w:val="TitleChar1"/>
    <w:uiPriority w:val="99"/>
    <w:qFormat/>
    <w:rsid w:val="005F70BA"/>
    <w:pPr>
      <w:spacing w:after="0" w:line="240" w:lineRule="auto"/>
      <w:jc w:val="center"/>
    </w:pPr>
    <w:rPr>
      <w:rFonts w:ascii="Arial Narrow" w:hAnsi="Arial Narrow" w:cs="Arial Narrow"/>
      <w:b/>
      <w:bCs/>
      <w:sz w:val="28"/>
      <w:szCs w:val="28"/>
      <w:u w:val="single"/>
      <w:lang w:eastAsia="sl-SI"/>
    </w:rPr>
  </w:style>
  <w:style w:type="character" w:customStyle="1" w:styleId="TitleChar1">
    <w:name w:val="Title Char1"/>
    <w:basedOn w:val="DefaultParagraphFont"/>
    <w:link w:val="Title"/>
    <w:uiPriority w:val="99"/>
    <w:locked/>
    <w:rsid w:val="005C0FA3"/>
    <w:rPr>
      <w:rFonts w:ascii="Cambria" w:hAnsi="Cambria" w:cs="Cambria"/>
      <w:b/>
      <w:bCs/>
      <w:kern w:val="28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2D4B8B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sl-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C0FA3"/>
    <w:rPr>
      <w:sz w:val="2"/>
      <w:szCs w:val="2"/>
    </w:rPr>
  </w:style>
  <w:style w:type="paragraph" w:styleId="NoSpacing">
    <w:name w:val="No Spacing"/>
    <w:uiPriority w:val="99"/>
    <w:qFormat/>
    <w:rsid w:val="001B0F3A"/>
    <w:rPr>
      <w:rFonts w:ascii="Calibri" w:hAnsi="Calibri" w:cs="Calibri"/>
      <w:lang w:eastAsia="en-US"/>
    </w:rPr>
  </w:style>
  <w:style w:type="character" w:styleId="Strong">
    <w:name w:val="Strong"/>
    <w:basedOn w:val="DefaultParagraphFont"/>
    <w:uiPriority w:val="99"/>
    <w:qFormat/>
    <w:rsid w:val="001B0F3A"/>
    <w:rPr>
      <w:b/>
      <w:bCs/>
    </w:rPr>
  </w:style>
  <w:style w:type="paragraph" w:styleId="ListParagraph">
    <w:name w:val="List Paragraph"/>
    <w:basedOn w:val="Normal"/>
    <w:uiPriority w:val="99"/>
    <w:qFormat/>
    <w:rsid w:val="009B5E75"/>
    <w:pPr>
      <w:spacing w:after="0" w:line="240" w:lineRule="auto"/>
      <w:ind w:left="720"/>
    </w:pPr>
    <w:rPr>
      <w:rFonts w:cs="Times New Roman"/>
      <w:sz w:val="24"/>
      <w:szCs w:val="24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rsid w:val="000E09AE"/>
    <w:pPr>
      <w:spacing w:after="0" w:line="240" w:lineRule="auto"/>
    </w:pPr>
    <w:rPr>
      <w:rFonts w:ascii="Tahoma" w:hAnsi="Tahoma" w:cs="Tahoma"/>
      <w:sz w:val="16"/>
      <w:szCs w:val="16"/>
      <w:lang w:eastAsia="sl-SI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09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F856EE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di-dravograd.eu/" TargetMode="External"/><Relationship Id="rId1" Type="http://schemas.openxmlformats.org/officeDocument/2006/relationships/hyperlink" Target="mailto:di@dravograd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86</Words>
  <Characters>493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</dc:title>
  <dc:subject/>
  <dc:creator>Uporabnik</dc:creator>
  <cp:keywords/>
  <dc:description/>
  <cp:lastModifiedBy>UporabnikPC</cp:lastModifiedBy>
  <cp:revision>2</cp:revision>
  <cp:lastPrinted>2016-10-26T08:24:00Z</cp:lastPrinted>
  <dcterms:created xsi:type="dcterms:W3CDTF">2017-03-01T09:02:00Z</dcterms:created>
  <dcterms:modified xsi:type="dcterms:W3CDTF">2017-03-01T09:03:00Z</dcterms:modified>
</cp:coreProperties>
</file>